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p14">
  <w:body>
    <w:p w:rsidRPr="00560668" w:rsidR="006E5D65" w:rsidP="00B73F17" w:rsidRDefault="00997F14" w14:paraId="3598B674" w14:textId="77777777">
      <w:pPr>
        <w:spacing w:line="240" w:lineRule="auto"/>
        <w:jc w:val="both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560668" w:rsidR="00D8678B">
        <w:rPr>
          <w:rFonts w:ascii="Corbel" w:hAnsi="Corbel"/>
          <w:bCs/>
          <w:i/>
          <w:sz w:val="18"/>
          <w:szCs w:val="18"/>
        </w:rPr>
        <w:t xml:space="preserve">Załącznik nr </w:t>
      </w:r>
      <w:r w:rsidRPr="00560668" w:rsidR="006F31E2">
        <w:rPr>
          <w:rFonts w:ascii="Corbel" w:hAnsi="Corbel"/>
          <w:bCs/>
          <w:i/>
          <w:sz w:val="18"/>
          <w:szCs w:val="18"/>
        </w:rPr>
        <w:t>1.5</w:t>
      </w:r>
      <w:r w:rsidRPr="00560668" w:rsidR="00D8678B">
        <w:rPr>
          <w:rFonts w:ascii="Corbel" w:hAnsi="Corbel"/>
          <w:bCs/>
          <w:i/>
          <w:sz w:val="18"/>
          <w:szCs w:val="18"/>
        </w:rPr>
        <w:t xml:space="preserve"> do Zarządzenia</w:t>
      </w:r>
      <w:r w:rsidRPr="00560668" w:rsidR="002A22BF">
        <w:rPr>
          <w:rFonts w:ascii="Corbel" w:hAnsi="Corbel"/>
          <w:bCs/>
          <w:i/>
          <w:sz w:val="18"/>
          <w:szCs w:val="18"/>
        </w:rPr>
        <w:t xml:space="preserve"> Rektora UR </w:t>
      </w:r>
      <w:r w:rsidRPr="00560668" w:rsidR="00CD6897">
        <w:rPr>
          <w:rFonts w:ascii="Corbel" w:hAnsi="Corbel"/>
          <w:bCs/>
          <w:i/>
          <w:sz w:val="18"/>
          <w:szCs w:val="18"/>
        </w:rPr>
        <w:t xml:space="preserve"> nr </w:t>
      </w:r>
      <w:r w:rsidRPr="00560668" w:rsidR="00F17567">
        <w:rPr>
          <w:rFonts w:ascii="Corbel" w:hAnsi="Corbel"/>
          <w:bCs/>
          <w:i/>
          <w:sz w:val="18"/>
          <w:szCs w:val="18"/>
        </w:rPr>
        <w:t>12/2019</w:t>
      </w:r>
    </w:p>
    <w:p w:rsidRPr="009C54AE" w:rsidR="0085747A" w:rsidP="00B73F17" w:rsidRDefault="0085747A" w14:paraId="3598B67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699BEE39" w:rsidRDefault="0071620A" w14:paraId="3598B676" w14:textId="75858E76">
      <w:pPr>
        <w:spacing w:after="0" w:line="240" w:lineRule="exact"/>
        <w:jc w:val="center"/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</w:pPr>
      <w:r w:rsidRPr="699BEE39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699BEE39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699BEE39" w:rsidR="002C0C8F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20</w:t>
      </w:r>
      <w:r w:rsidRPr="699BEE39" w:rsidR="35857FDC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19</w:t>
      </w:r>
      <w:r w:rsidRPr="699BEE39" w:rsidR="002C0C8F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-202</w:t>
      </w:r>
      <w:r w:rsidRPr="699BEE39" w:rsidR="38280F25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</w:t>
      </w:r>
    </w:p>
    <w:p w:rsidR="0085747A" w:rsidP="00B73F17" w:rsidRDefault="0085747A" w14:paraId="3598B677" w14:textId="2F060126">
      <w:pPr>
        <w:spacing w:after="0" w:line="240" w:lineRule="exact"/>
        <w:ind w:firstLine="5670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Pr="00EA4832" w:rsidR="00445970" w:rsidP="00B73F17" w:rsidRDefault="00445970" w14:paraId="3598B678" w14:textId="684CDE1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699BEE39" w:rsidR="00445970">
        <w:rPr>
          <w:rFonts w:ascii="Corbel" w:hAnsi="Corbel"/>
          <w:sz w:val="20"/>
          <w:szCs w:val="20"/>
        </w:rPr>
        <w:t>R</w:t>
      </w:r>
      <w:r w:rsidRPr="699BEE39" w:rsidR="002C0C8F">
        <w:rPr>
          <w:rFonts w:ascii="Corbel" w:hAnsi="Corbel"/>
          <w:sz w:val="20"/>
          <w:szCs w:val="20"/>
        </w:rPr>
        <w:t>ok akademicki 202</w:t>
      </w:r>
      <w:r w:rsidRPr="699BEE39" w:rsidR="11D9D9E2">
        <w:rPr>
          <w:rFonts w:ascii="Corbel" w:hAnsi="Corbel"/>
          <w:sz w:val="20"/>
          <w:szCs w:val="20"/>
        </w:rPr>
        <w:t>1</w:t>
      </w:r>
      <w:r w:rsidRPr="699BEE39" w:rsidR="002C0C8F">
        <w:rPr>
          <w:rFonts w:ascii="Corbel" w:hAnsi="Corbel"/>
          <w:sz w:val="20"/>
          <w:szCs w:val="20"/>
        </w:rPr>
        <w:t>/202</w:t>
      </w:r>
      <w:r w:rsidRPr="699BEE39" w:rsidR="170B1288">
        <w:rPr>
          <w:rFonts w:ascii="Corbel" w:hAnsi="Corbel"/>
          <w:sz w:val="20"/>
          <w:szCs w:val="20"/>
        </w:rPr>
        <w:t>2</w:t>
      </w:r>
    </w:p>
    <w:p w:rsidRPr="009C54AE" w:rsidR="0085747A" w:rsidP="00B73F17" w:rsidRDefault="0085747A" w14:paraId="3598B679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9C54AE" w:rsidR="0085747A" w:rsidP="00B73F17" w:rsidRDefault="0071620A" w14:paraId="3598B67A" w14:textId="77777777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54E07479" w14:paraId="3598B67D" w14:textId="77777777">
        <w:tc>
          <w:tcPr>
            <w:tcW w:w="2694" w:type="dxa"/>
            <w:tcMar/>
            <w:vAlign w:val="center"/>
          </w:tcPr>
          <w:p w:rsidRPr="009C54AE" w:rsidR="0085747A" w:rsidP="00B73F17" w:rsidRDefault="00C05F44" w14:paraId="3598B67B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B73F17" w:rsidRDefault="002C0C8F" w14:paraId="3598B67C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Symulacja sytuacji kryzysowych - warsztaty</w:t>
            </w:r>
          </w:p>
        </w:tc>
      </w:tr>
      <w:tr w:rsidRPr="009C54AE" w:rsidR="0085747A" w:rsidTr="54E07479" w14:paraId="3598B680" w14:textId="77777777">
        <w:tc>
          <w:tcPr>
            <w:tcW w:w="2694" w:type="dxa"/>
            <w:tcMar/>
            <w:vAlign w:val="center"/>
          </w:tcPr>
          <w:p w:rsidRPr="009C54AE" w:rsidR="0085747A" w:rsidP="00B73F17" w:rsidRDefault="00C05F44" w14:paraId="3598B67E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B73F17" w:rsidRDefault="002C0C8F" w14:paraId="3598B67F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 60</w:t>
            </w:r>
          </w:p>
        </w:tc>
      </w:tr>
      <w:tr w:rsidRPr="009C54AE" w:rsidR="0085747A" w:rsidTr="54E07479" w14:paraId="3598B683" w14:textId="77777777">
        <w:tc>
          <w:tcPr>
            <w:tcW w:w="2694" w:type="dxa"/>
            <w:tcMar/>
            <w:vAlign w:val="center"/>
          </w:tcPr>
          <w:p w:rsidRPr="009C54AE" w:rsidR="0085747A" w:rsidP="00B73F17" w:rsidRDefault="0085747A" w14:paraId="3598B681" w14:textId="77777777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B73F17" w:rsidRDefault="002C0C8F" w14:paraId="3598B682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54E07479" w14:paraId="3598B686" w14:textId="77777777">
        <w:tc>
          <w:tcPr>
            <w:tcW w:w="2694" w:type="dxa"/>
            <w:tcMar/>
            <w:vAlign w:val="center"/>
          </w:tcPr>
          <w:p w:rsidRPr="009C54AE" w:rsidR="0085747A" w:rsidP="00B73F17" w:rsidRDefault="0085747A" w14:paraId="3598B684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B73F17" w:rsidRDefault="00654620" w14:paraId="3598B685" w14:textId="73B75DFD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54E07479" w14:paraId="3598B689" w14:textId="77777777">
        <w:tc>
          <w:tcPr>
            <w:tcW w:w="2694" w:type="dxa"/>
            <w:tcMar/>
            <w:vAlign w:val="center"/>
          </w:tcPr>
          <w:p w:rsidRPr="009C54AE" w:rsidR="0085747A" w:rsidP="00B73F17" w:rsidRDefault="0085747A" w14:paraId="3598B687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B73F17" w:rsidRDefault="002C0C8F" w14:paraId="3598B688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85747A" w:rsidTr="54E07479" w14:paraId="3598B68C" w14:textId="77777777">
        <w:tc>
          <w:tcPr>
            <w:tcW w:w="2694" w:type="dxa"/>
            <w:tcMar/>
            <w:vAlign w:val="center"/>
          </w:tcPr>
          <w:p w:rsidRPr="009C54AE" w:rsidR="0085747A" w:rsidP="00B73F17" w:rsidRDefault="00DE4A14" w14:paraId="3598B68A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B73F17" w:rsidRDefault="002C0C8F" w14:paraId="3598B68B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9C54AE" w:rsidR="0085747A" w:rsidTr="54E07479" w14:paraId="3598B68F" w14:textId="77777777">
        <w:tc>
          <w:tcPr>
            <w:tcW w:w="2694" w:type="dxa"/>
            <w:tcMar/>
            <w:vAlign w:val="center"/>
          </w:tcPr>
          <w:p w:rsidRPr="009C54AE" w:rsidR="0085747A" w:rsidP="00B73F17" w:rsidRDefault="0085747A" w14:paraId="3598B68D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B73F17" w:rsidRDefault="002C0C8F" w14:paraId="3598B68E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85747A" w:rsidTr="54E07479" w14:paraId="3598B692" w14:textId="77777777">
        <w:tc>
          <w:tcPr>
            <w:tcW w:w="2694" w:type="dxa"/>
            <w:tcMar/>
            <w:vAlign w:val="center"/>
          </w:tcPr>
          <w:p w:rsidRPr="009C54AE" w:rsidR="0085747A" w:rsidP="00B73F17" w:rsidRDefault="0085747A" w14:paraId="3598B690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B73F17" w:rsidRDefault="002C0C8F" w14:paraId="3598B691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54E07479" w14:paraId="3598B695" w14:textId="77777777">
        <w:tc>
          <w:tcPr>
            <w:tcW w:w="2694" w:type="dxa"/>
            <w:tcMar/>
            <w:vAlign w:val="center"/>
          </w:tcPr>
          <w:p w:rsidRPr="009C54AE" w:rsidR="0085747A" w:rsidP="00B73F17" w:rsidRDefault="0085747A" w14:paraId="3598B693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4E07479" w:rsidRDefault="002C0C8F" w14:paraId="3598B694" w14:textId="65BC248B">
            <w:pPr>
              <w:pStyle w:val="Odpowiedzi"/>
              <w:spacing w:before="100" w:beforeAutospacing="on" w:after="100" w:afterAutospacing="on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4E07479" w:rsidR="002C0C8F">
              <w:rPr>
                <w:rFonts w:ascii="Corbel" w:hAnsi="Corbel"/>
                <w:b w:val="0"/>
                <w:bCs w:val="0"/>
                <w:sz w:val="24"/>
                <w:szCs w:val="24"/>
              </w:rPr>
              <w:t>III rok</w:t>
            </w:r>
            <w:r w:rsidRPr="54E07479" w:rsidR="2DCAA100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54E07479" w:rsidR="002C0C8F">
              <w:rPr>
                <w:rFonts w:ascii="Corbel" w:hAnsi="Corbel"/>
                <w:b w:val="0"/>
                <w:bCs w:val="0"/>
                <w:sz w:val="24"/>
                <w:szCs w:val="24"/>
              </w:rPr>
              <w:t>V semestr</w:t>
            </w:r>
          </w:p>
        </w:tc>
      </w:tr>
      <w:tr w:rsidRPr="009C54AE" w:rsidR="0085747A" w:rsidTr="54E07479" w14:paraId="3598B698" w14:textId="77777777">
        <w:tc>
          <w:tcPr>
            <w:tcW w:w="2694" w:type="dxa"/>
            <w:tcMar/>
            <w:vAlign w:val="center"/>
          </w:tcPr>
          <w:p w:rsidRPr="009C54AE" w:rsidR="0085747A" w:rsidP="00B73F17" w:rsidRDefault="0085747A" w14:paraId="3598B696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B73F17" w:rsidRDefault="002C0C8F" w14:paraId="3598B697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</w:t>
            </w:r>
            <w:bookmarkStart w:name="_GoBack" w:id="0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ciowy</w:t>
            </w:r>
          </w:p>
        </w:tc>
      </w:tr>
      <w:tr w:rsidRPr="009C54AE" w:rsidR="00923D7D" w:rsidTr="54E07479" w14:paraId="3598B69B" w14:textId="77777777">
        <w:tc>
          <w:tcPr>
            <w:tcW w:w="2694" w:type="dxa"/>
            <w:tcMar/>
            <w:vAlign w:val="center"/>
          </w:tcPr>
          <w:p w:rsidRPr="009C54AE" w:rsidR="00923D7D" w:rsidP="00B73F17" w:rsidRDefault="00923D7D" w14:paraId="3598B699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B73F17" w:rsidRDefault="002C0C8F" w14:paraId="3598B69A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54E07479" w14:paraId="3598B69E" w14:textId="77777777">
        <w:tc>
          <w:tcPr>
            <w:tcW w:w="2694" w:type="dxa"/>
            <w:tcMar/>
            <w:vAlign w:val="center"/>
          </w:tcPr>
          <w:p w:rsidRPr="009C54AE" w:rsidR="0085747A" w:rsidP="00B73F17" w:rsidRDefault="0085747A" w14:paraId="3598B69C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6E88F1A" w:rsidRDefault="007F6877" w14:paraId="3598B69D" w14:textId="3CA8FFC3">
            <w:pPr>
              <w:pStyle w:val="Odpowiedzi"/>
              <w:spacing w:before="100" w:beforeAutospacing="on" w:after="100" w:afterAutospacing="on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6E88F1A" w:rsidR="007F6877">
              <w:rPr>
                <w:rFonts w:ascii="Corbel" w:hAnsi="Corbel"/>
                <w:b w:val="0"/>
                <w:bCs w:val="0"/>
                <w:sz w:val="24"/>
                <w:szCs w:val="24"/>
              </w:rPr>
              <w:t>d</w:t>
            </w:r>
            <w:r w:rsidRPr="46E88F1A" w:rsidR="009F30DB">
              <w:rPr>
                <w:rFonts w:ascii="Corbel" w:hAnsi="Corbel"/>
                <w:b w:val="0"/>
                <w:bCs w:val="0"/>
                <w:sz w:val="24"/>
                <w:szCs w:val="24"/>
              </w:rPr>
              <w:t>r hab. Sabina Grabowska</w:t>
            </w:r>
            <w:r w:rsidRPr="46E88F1A" w:rsidR="797C8E80">
              <w:rPr>
                <w:rFonts w:ascii="Corbel" w:hAnsi="Corbel"/>
                <w:b w:val="0"/>
                <w:bCs w:val="0"/>
                <w:sz w:val="24"/>
                <w:szCs w:val="24"/>
              </w:rPr>
              <w:t>, prof. UR</w:t>
            </w:r>
          </w:p>
        </w:tc>
      </w:tr>
      <w:tr w:rsidRPr="009C54AE" w:rsidR="0085747A" w:rsidTr="54E07479" w14:paraId="3598B6A1" w14:textId="77777777">
        <w:tc>
          <w:tcPr>
            <w:tcW w:w="2694" w:type="dxa"/>
            <w:tcMar/>
            <w:vAlign w:val="center"/>
          </w:tcPr>
          <w:p w:rsidRPr="009C54AE" w:rsidR="0085747A" w:rsidP="00B73F17" w:rsidRDefault="0085747A" w14:paraId="3598B69F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B73F17" w:rsidRDefault="007F6877" w14:paraId="3598B6A0" w14:textId="7B95C3DF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2C0C8F">
              <w:rPr>
                <w:rFonts w:ascii="Corbel" w:hAnsi="Corbel"/>
                <w:b w:val="0"/>
                <w:sz w:val="24"/>
                <w:szCs w:val="24"/>
              </w:rPr>
              <w:t xml:space="preserve">gr Damian Wicherek </w:t>
            </w:r>
          </w:p>
        </w:tc>
      </w:tr>
    </w:tbl>
    <w:p w:rsidRPr="009C54AE" w:rsidR="0085747A" w:rsidP="00B73F17" w:rsidRDefault="0085747A" w14:paraId="3598B6A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B73F17" w:rsidRDefault="00923D7D" w14:paraId="3598B6A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B73F17" w:rsidRDefault="0085747A" w14:paraId="3598B6A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B73F17" w:rsidRDefault="00923D7D" w14:paraId="3598B6A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887"/>
        <w:gridCol w:w="751"/>
        <w:gridCol w:w="851"/>
        <w:gridCol w:w="773"/>
        <w:gridCol w:w="804"/>
        <w:gridCol w:w="712"/>
        <w:gridCol w:w="923"/>
        <w:gridCol w:w="1491"/>
        <w:gridCol w:w="1387"/>
      </w:tblGrid>
      <w:tr w:rsidRPr="009C54AE" w:rsidR="00015B8F" w:rsidTr="00560668" w14:paraId="3598B6B1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B73F17" w:rsidRDefault="00015B8F" w14:paraId="3598B6A6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B73F17" w:rsidRDefault="002B5EA0" w14:paraId="3598B6A7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B73F17" w:rsidRDefault="00015B8F" w14:paraId="3598B6A8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B73F17" w:rsidRDefault="00015B8F" w14:paraId="3598B6A9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B73F17" w:rsidRDefault="00015B8F" w14:paraId="3598B6AA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B73F17" w:rsidRDefault="00015B8F" w14:paraId="3598B6AB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B73F17" w:rsidRDefault="00015B8F" w14:paraId="3598B6AC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B73F17" w:rsidRDefault="00015B8F" w14:paraId="3598B6AD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B73F17" w:rsidRDefault="00015B8F" w14:paraId="3598B6AE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B73F17" w:rsidRDefault="00654620" w14:paraId="3598B6AF" w14:textId="0CBF44BE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B73F17" w:rsidRDefault="00015B8F" w14:paraId="3598B6B0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560668" w14:paraId="3598B6BC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B73F17" w:rsidRDefault="002C0C8F" w14:paraId="3598B6B2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B73F17" w:rsidRDefault="00015B8F" w14:paraId="3598B6B3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B73F17" w:rsidRDefault="00015B8F" w14:paraId="3598B6B4" w14:textId="7F97F4CA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B73F17" w:rsidRDefault="00015B8F" w14:paraId="3598B6B5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B73F17" w:rsidRDefault="00015B8F" w14:paraId="3598B6B6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B73F17" w:rsidRDefault="00015B8F" w14:paraId="3598B6B7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B73F17" w:rsidRDefault="00015B8F" w14:paraId="3598B6B8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B73F17" w:rsidRDefault="00015B8F" w14:paraId="3598B6B9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B73F17" w:rsidRDefault="00654620" w14:paraId="3598B6BA" w14:textId="0396DA61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B73F17" w:rsidRDefault="002C0C8F" w14:paraId="3598B6BB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B73F17" w:rsidRDefault="00923D7D" w14:paraId="3598B6C9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B73F17" w:rsidRDefault="0085747A" w14:paraId="3598B6CA" w14:textId="77777777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B73F17" w:rsidRDefault="00654620" w14:paraId="3598B6CB" w14:textId="1AF08AEA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98B784" wp14:editId="7AC60D13">
                <wp:simplePos x="0" y="0"/>
                <wp:positionH relativeFrom="column">
                  <wp:posOffset>489585</wp:posOffset>
                </wp:positionH>
                <wp:positionV relativeFrom="paragraph">
                  <wp:posOffset>57785</wp:posOffset>
                </wp:positionV>
                <wp:extent cx="85725" cy="104775"/>
                <wp:effectExtent l="9525" t="9525" r="9525" b="952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725" cy="104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oned="t" filled="f" o:spt="32" path="m,l21600,21600e" w14:anchorId="43D923BB">
                <v:path fillok="f" arrowok="t" o:connecttype="none"/>
                <o:lock v:ext="edit" shapetype="t"/>
              </v:shapetype>
              <v:shape id="AutoShape 3" style="position:absolute;margin-left:38.55pt;margin-top:4.55pt;width:6.75pt;height:8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"/>
            </w:pict>
          </mc:Fallback>
        </mc:AlternateContent>
      </w:r>
      <w:r>
        <w:rPr>
          <w:rFonts w:ascii="MS Gothic" w:hAnsi="MS Gothic" w:eastAsia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98B785" wp14:editId="70810CBA">
                <wp:simplePos x="0" y="0"/>
                <wp:positionH relativeFrom="column">
                  <wp:posOffset>489585</wp:posOffset>
                </wp:positionH>
                <wp:positionV relativeFrom="paragraph">
                  <wp:posOffset>57785</wp:posOffset>
                </wp:positionV>
                <wp:extent cx="85725" cy="104775"/>
                <wp:effectExtent l="9525" t="9525" r="9525" b="952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104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style="position:absolute;margin-left:38.55pt;margin-top:4.55pt;width:6.75pt;height: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" w14:anchorId="61083EC7"/>
            </w:pict>
          </mc:Fallback>
        </mc:AlternateContent>
      </w:r>
      <w:r w:rsidRPr="009C54AE" w:rsidR="0085747A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B73F17" w:rsidRDefault="0085747A" w14:paraId="3598B6CC" w14:textId="5B4781B6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B73F17" w:rsidRDefault="0085747A" w14:paraId="3598B6CD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9C54AE" w:rsidR="00E22FBC" w:rsidP="00B73F17" w:rsidRDefault="00E22FBC" w14:paraId="3598B6CE" w14:textId="77777777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="002C0C8F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:rsidR="00E960BB" w:rsidP="00B73F17" w:rsidRDefault="00E960BB" w14:paraId="3598B6D0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9C54AE" w:rsidR="00E960BB" w:rsidP="00B73F17" w:rsidRDefault="0085747A" w14:paraId="3598B6D1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3598B6D4" w14:textId="77777777">
        <w:tc>
          <w:tcPr>
            <w:tcW w:w="9670" w:type="dxa"/>
          </w:tcPr>
          <w:p w:rsidRPr="009C54AE" w:rsidR="0085747A" w:rsidP="00B73F17" w:rsidRDefault="007F6877" w14:paraId="3598B6D2" w14:textId="554138D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3967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procesu przygotowania i realizacji symulacji sytuacji kryzysowej.</w:t>
            </w:r>
          </w:p>
          <w:p w:rsidRPr="009C54AE" w:rsidR="0085747A" w:rsidP="00B73F17" w:rsidRDefault="0085747A" w14:paraId="3598B6D3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B73F17" w:rsidRDefault="00153C41" w14:paraId="3598B6D5" w14:textId="422E7748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7F6877" w:rsidP="00B73F17" w:rsidRDefault="007F6877" w14:paraId="0BA2E392" w14:textId="0301066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7F6877" w:rsidP="00B73F17" w:rsidRDefault="007F6877" w14:paraId="5960216B" w14:textId="57EEEAF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7F6877" w:rsidP="00B73F17" w:rsidRDefault="007F6877" w14:paraId="03B85E66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C05F44" w:rsidR="0085747A" w:rsidP="00B73F17" w:rsidRDefault="0071620A" w14:paraId="3598B6D6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B73F17" w:rsidRDefault="0085747A" w14:paraId="3598B6D7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85747A" w:rsidP="00B73F17" w:rsidRDefault="0071620A" w14:paraId="3598B6D8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B73F17" w:rsidRDefault="00F83B28" w14:paraId="3598B6D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3598B6DC" w14:textId="77777777">
        <w:tc>
          <w:tcPr>
            <w:tcW w:w="851" w:type="dxa"/>
            <w:vAlign w:val="center"/>
          </w:tcPr>
          <w:p w:rsidRPr="009C54AE" w:rsidR="0085747A" w:rsidP="00B73F17" w:rsidRDefault="0085747A" w14:paraId="3598B6DA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B73F17" w:rsidRDefault="00AB478D" w14:paraId="3598B6D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Wiedza na temat procedur przygotowywania symulacji sytuacji kryzysowej</w:t>
            </w:r>
          </w:p>
        </w:tc>
      </w:tr>
      <w:tr w:rsidRPr="009C54AE" w:rsidR="0085747A" w:rsidTr="00923D7D" w14:paraId="3598B6DF" w14:textId="77777777">
        <w:tc>
          <w:tcPr>
            <w:tcW w:w="851" w:type="dxa"/>
            <w:vAlign w:val="center"/>
          </w:tcPr>
          <w:p w:rsidRPr="009C54AE" w:rsidR="0085747A" w:rsidP="00B73F17" w:rsidRDefault="00AB478D" w14:paraId="3598B6DD" w14:textId="77777777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B73F17" w:rsidRDefault="00AB478D" w14:paraId="3598B6DE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wybranych symulacji sytuacji kryzysowej</w:t>
            </w:r>
          </w:p>
        </w:tc>
      </w:tr>
      <w:tr w:rsidRPr="009C54AE" w:rsidR="0085747A" w:rsidTr="00923D7D" w14:paraId="3598B6E2" w14:textId="77777777">
        <w:tc>
          <w:tcPr>
            <w:tcW w:w="851" w:type="dxa"/>
            <w:vAlign w:val="center"/>
          </w:tcPr>
          <w:p w:rsidRPr="009C54AE" w:rsidR="0085747A" w:rsidP="00B73F17" w:rsidRDefault="0085747A" w14:paraId="3598B6E0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B478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B73F17" w:rsidRDefault="00AB478D" w14:paraId="3598B6E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Wiedza na temat zakresu kompetencji poszczególnych służ podczas symulacji sytuacji kryzysowej</w:t>
            </w:r>
          </w:p>
        </w:tc>
      </w:tr>
    </w:tbl>
    <w:p w:rsidRPr="009C54AE" w:rsidR="0085747A" w:rsidP="00B73F17" w:rsidRDefault="0085747A" w14:paraId="3598B6E3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B73F17" w:rsidRDefault="009F4610" w14:paraId="3598B6E4" w14:textId="77777777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B73F17" w:rsidRDefault="001D7B54" w14:paraId="3598B6E5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0071620A" w14:paraId="3598B6E9" w14:textId="77777777">
        <w:tc>
          <w:tcPr>
            <w:tcW w:w="1701" w:type="dxa"/>
            <w:vAlign w:val="center"/>
          </w:tcPr>
          <w:p w:rsidRPr="009C54AE" w:rsidR="0085747A" w:rsidP="00B73F17" w:rsidRDefault="0085747A" w14:paraId="3598B6E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B73F17" w:rsidRDefault="0085747A" w14:paraId="3598B6E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B73F17" w:rsidRDefault="0085747A" w14:paraId="3598B6E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3598B6ED" w14:textId="77777777">
        <w:tc>
          <w:tcPr>
            <w:tcW w:w="1701" w:type="dxa"/>
          </w:tcPr>
          <w:p w:rsidRPr="009C54AE" w:rsidR="0085747A" w:rsidP="00B73F17" w:rsidRDefault="0085747A" w14:paraId="3598B6E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85747A" w:rsidP="00B73F17" w:rsidRDefault="003967F3" w14:paraId="3598B6E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podstawowe pojęcia z zakresu zarządzania kryzysowego i potrafi się nimi posługiwać w kontekście przygotowania symulacji sytuacji kryzysowej</w:t>
            </w:r>
          </w:p>
        </w:tc>
        <w:tc>
          <w:tcPr>
            <w:tcW w:w="1873" w:type="dxa"/>
          </w:tcPr>
          <w:p w:rsidRPr="009C54AE" w:rsidR="0085747A" w:rsidP="00B73F17" w:rsidRDefault="003967F3" w14:paraId="3598B6E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85747A" w:rsidTr="005E6E85" w14:paraId="3598B6F1" w14:textId="77777777">
        <w:tc>
          <w:tcPr>
            <w:tcW w:w="1701" w:type="dxa"/>
          </w:tcPr>
          <w:p w:rsidRPr="009C54AE" w:rsidR="0085747A" w:rsidP="00B73F17" w:rsidRDefault="0085747A" w14:paraId="3598B6E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B73F17" w:rsidRDefault="003967F3" w14:paraId="3598B6E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wiedzę za zakresu </w:t>
            </w:r>
            <w:r w:rsidR="0046717B">
              <w:rPr>
                <w:rFonts w:ascii="Corbel" w:hAnsi="Corbel"/>
                <w:b w:val="0"/>
                <w:smallCaps w:val="0"/>
                <w:szCs w:val="24"/>
              </w:rPr>
              <w:t xml:space="preserve">przygotowania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realizacji symulacji kryzysowej z wykorzystaniem odpowiednich służb na szczeblu centralnym oraz samorządowym</w:t>
            </w:r>
          </w:p>
        </w:tc>
        <w:tc>
          <w:tcPr>
            <w:tcW w:w="1873" w:type="dxa"/>
          </w:tcPr>
          <w:p w:rsidRPr="009C54AE" w:rsidR="0085747A" w:rsidP="00B73F17" w:rsidRDefault="003967F3" w14:paraId="3598B6F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9C54AE" w:rsidR="0085747A" w:rsidTr="005E6E85" w14:paraId="3598B6F5" w14:textId="77777777">
        <w:tc>
          <w:tcPr>
            <w:tcW w:w="1701" w:type="dxa"/>
          </w:tcPr>
          <w:p w:rsidRPr="009C54AE" w:rsidR="0085747A" w:rsidP="00B73F17" w:rsidRDefault="0085747A" w14:paraId="3598B6F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6717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9C54AE" w:rsidR="0085747A" w:rsidP="00B73F17" w:rsidRDefault="003967F3" w14:paraId="3598B6F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Podsiada wiedzę z zakresu </w:t>
            </w:r>
            <w:r w:rsidR="0046717B">
              <w:rPr>
                <w:rFonts w:ascii="Corbel" w:hAnsi="Corbel"/>
                <w:b w:val="0"/>
                <w:smallCaps w:val="0"/>
                <w:szCs w:val="24"/>
              </w:rPr>
              <w:t xml:space="preserve">obowiązywania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aktów prawnych dotyczących sytuacji kryzysowych</w:t>
            </w:r>
            <w:r w:rsidR="006C7482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46717B">
              <w:rPr>
                <w:rFonts w:ascii="Corbel" w:hAnsi="Corbel"/>
                <w:b w:val="0"/>
                <w:smallCaps w:val="0"/>
                <w:szCs w:val="24"/>
              </w:rPr>
              <w:t>kompetencji poszczególnych organów</w:t>
            </w:r>
          </w:p>
        </w:tc>
        <w:tc>
          <w:tcPr>
            <w:tcW w:w="1873" w:type="dxa"/>
          </w:tcPr>
          <w:p w:rsidRPr="009C54AE" w:rsidR="0085747A" w:rsidP="00B73F17" w:rsidRDefault="0046717B" w14:paraId="3598B6F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46717B" w:rsidTr="005E6E85" w14:paraId="3598B6F9" w14:textId="77777777">
        <w:tc>
          <w:tcPr>
            <w:tcW w:w="1701" w:type="dxa"/>
          </w:tcPr>
          <w:p w:rsidRPr="009C54AE" w:rsidR="0046717B" w:rsidP="00B73F17" w:rsidRDefault="0046717B" w14:paraId="3598B6F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6717B" w:rsidP="00B73F17" w:rsidRDefault="0046717B" w14:paraId="3598B6F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wykorzystać wiedzę z innych przedmiotów do analizowania oraz wyciągania wniosków z omawianych symulacji sytuacji kryzysowych</w:t>
            </w:r>
          </w:p>
        </w:tc>
        <w:tc>
          <w:tcPr>
            <w:tcW w:w="1873" w:type="dxa"/>
          </w:tcPr>
          <w:p w:rsidR="0046717B" w:rsidP="00B73F17" w:rsidRDefault="0046717B" w14:paraId="3598B6F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Pr="009C54AE" w:rsidR="0046717B" w:rsidTr="005E6E85" w14:paraId="3598B6FD" w14:textId="77777777">
        <w:tc>
          <w:tcPr>
            <w:tcW w:w="1701" w:type="dxa"/>
          </w:tcPr>
          <w:p w:rsidR="0046717B" w:rsidP="00B73F17" w:rsidRDefault="0046717B" w14:paraId="3598B6F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46717B" w:rsidP="00B73F17" w:rsidRDefault="0046717B" w14:paraId="3598B6FB" w14:textId="75C33C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wykorzystać zdobytą wiedzę do </w:t>
            </w:r>
            <w:r w:rsidR="00B73F17">
              <w:rPr>
                <w:rFonts w:ascii="Corbel" w:hAnsi="Corbel"/>
                <w:b w:val="0"/>
                <w:smallCaps w:val="0"/>
                <w:szCs w:val="24"/>
              </w:rPr>
              <w:t>analizowania symulacji sytuacji kryzysowej</w:t>
            </w:r>
          </w:p>
        </w:tc>
        <w:tc>
          <w:tcPr>
            <w:tcW w:w="1873" w:type="dxa"/>
          </w:tcPr>
          <w:p w:rsidR="0046717B" w:rsidP="00B73F17" w:rsidRDefault="0046717B" w14:paraId="3598B6F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="0085747A" w:rsidP="00B73F17" w:rsidRDefault="0085747A" w14:paraId="3598B6FE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9C54AE" w:rsidR="006C7482" w:rsidP="00B73F17" w:rsidRDefault="006C7482" w14:paraId="3598B6FF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9C54AE" w:rsidR="0085747A" w:rsidP="00B73F17" w:rsidRDefault="00675843" w14:paraId="3598B70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B73F17" w:rsidRDefault="0085747A" w14:paraId="3598B701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P="00B73F17" w:rsidRDefault="00675843" w14:paraId="3598B702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9C54AE" w:rsidR="006C7482" w:rsidP="00B73F17" w:rsidRDefault="006C7482" w14:paraId="3598B703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598B705" w14:textId="77777777">
        <w:tc>
          <w:tcPr>
            <w:tcW w:w="9639" w:type="dxa"/>
          </w:tcPr>
          <w:p w:rsidRPr="009C54AE" w:rsidR="0085747A" w:rsidP="00B73F17" w:rsidRDefault="0085747A" w14:paraId="3598B704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3598B707" w14:textId="77777777">
        <w:tc>
          <w:tcPr>
            <w:tcW w:w="9639" w:type="dxa"/>
          </w:tcPr>
          <w:p w:rsidRPr="009C54AE" w:rsidR="0085747A" w:rsidP="00B73F17" w:rsidRDefault="0085747A" w14:paraId="3598B706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0923D7D" w14:paraId="3598B709" w14:textId="77777777">
        <w:tc>
          <w:tcPr>
            <w:tcW w:w="9639" w:type="dxa"/>
          </w:tcPr>
          <w:p w:rsidRPr="009C54AE" w:rsidR="0085747A" w:rsidP="00B73F17" w:rsidRDefault="0085747A" w14:paraId="3598B708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0923D7D" w14:paraId="3598B70B" w14:textId="77777777">
        <w:tc>
          <w:tcPr>
            <w:tcW w:w="9639" w:type="dxa"/>
          </w:tcPr>
          <w:p w:rsidRPr="009C54AE" w:rsidR="0085747A" w:rsidP="00B73F17" w:rsidRDefault="0085747A" w14:paraId="3598B70A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6C7482" w:rsidTr="00923D7D" w14:paraId="3598B70D" w14:textId="77777777">
        <w:tc>
          <w:tcPr>
            <w:tcW w:w="9639" w:type="dxa"/>
          </w:tcPr>
          <w:p w:rsidR="006C7482" w:rsidP="00B73F17" w:rsidRDefault="006C7482" w14:paraId="3598B70C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P="00B73F17" w:rsidRDefault="0085747A" w14:paraId="3598B70E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="006C7482" w:rsidP="00B73F17" w:rsidRDefault="006C7482" w14:paraId="3598B70F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="006C7482" w:rsidP="00B73F17" w:rsidRDefault="006C7482" w14:paraId="3598B710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="006C7482" w:rsidP="00B73F17" w:rsidRDefault="006C7482" w14:paraId="3598B711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9C54AE" w:rsidR="006C7482" w:rsidP="00B73F17" w:rsidRDefault="006C7482" w14:paraId="3598B712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9C54AE" w:rsidR="0085747A" w:rsidP="00B73F17" w:rsidRDefault="0085747A" w14:paraId="3598B713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B73F17" w:rsidRDefault="0085747A" w14:paraId="3598B714" w14:textId="77777777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B76748" w14:paraId="3598B716" w14:textId="77777777">
        <w:tc>
          <w:tcPr>
            <w:tcW w:w="9520" w:type="dxa"/>
          </w:tcPr>
          <w:p w:rsidRPr="009C54AE" w:rsidR="0085747A" w:rsidP="00B73F17" w:rsidRDefault="0085747A" w14:paraId="3598B715" w14:textId="7777777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B76748" w14:paraId="3598B718" w14:textId="77777777">
        <w:tc>
          <w:tcPr>
            <w:tcW w:w="9520" w:type="dxa"/>
          </w:tcPr>
          <w:p w:rsidRPr="00B76748" w:rsidR="0085747A" w:rsidP="00B73F17" w:rsidRDefault="00B76748" w14:paraId="3598B717" w14:textId="36E7672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Akty prawne dotyczące sytuacji kryzysowych</w:t>
            </w:r>
          </w:p>
        </w:tc>
      </w:tr>
      <w:tr w:rsidRPr="009C54AE" w:rsidR="00B76748" w:rsidTr="00B76748" w14:paraId="0B9B989F" w14:textId="77777777">
        <w:tc>
          <w:tcPr>
            <w:tcW w:w="9520" w:type="dxa"/>
          </w:tcPr>
          <w:p w:rsidRPr="00B76748" w:rsidR="00B76748" w:rsidP="00B73F17" w:rsidRDefault="00B76748" w14:paraId="6309D775" w14:textId="6EC8D5C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Główne zasady zarządzania kryzysowego i ich wpływ na symulacje sytuacji kryzysowych</w:t>
            </w:r>
          </w:p>
        </w:tc>
      </w:tr>
      <w:tr w:rsidRPr="009C54AE" w:rsidR="00B76748" w:rsidTr="00B76748" w14:paraId="5C7DADE0" w14:textId="77777777">
        <w:tc>
          <w:tcPr>
            <w:tcW w:w="9520" w:type="dxa"/>
          </w:tcPr>
          <w:p w:rsidRPr="00B76748" w:rsidR="00B76748" w:rsidP="00B73F17" w:rsidRDefault="00B76748" w14:paraId="28B25543" w14:textId="641ED2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Kompetencje organów centralnych i samorządowych dotyczące przygotowywania symulacji sytuacji kryzysowej</w:t>
            </w:r>
          </w:p>
        </w:tc>
      </w:tr>
      <w:tr w:rsidRPr="009C54AE" w:rsidR="00B76748" w:rsidTr="00B76748" w14:paraId="3598B71A" w14:textId="77777777">
        <w:tc>
          <w:tcPr>
            <w:tcW w:w="9520" w:type="dxa"/>
          </w:tcPr>
          <w:p w:rsidRPr="00B76748" w:rsidR="00B76748" w:rsidP="00B73F17" w:rsidRDefault="00B76748" w14:paraId="3598B719" w14:textId="6237CB9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Zagrożenia mające wpływ na powstanie sytuacji kryzysowej</w:t>
            </w:r>
          </w:p>
        </w:tc>
      </w:tr>
      <w:tr w:rsidRPr="009C54AE" w:rsidR="00B76748" w:rsidTr="00B76748" w14:paraId="3598B720" w14:textId="77777777">
        <w:tc>
          <w:tcPr>
            <w:tcW w:w="9520" w:type="dxa"/>
          </w:tcPr>
          <w:p w:rsidRPr="00B76748" w:rsidR="00B76748" w:rsidP="00B73F17" w:rsidRDefault="00B76748" w14:paraId="3598B71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Analiza wybranych symulacji sytuacji kryzysowych</w:t>
            </w:r>
          </w:p>
        </w:tc>
      </w:tr>
      <w:tr w:rsidRPr="009C54AE" w:rsidR="00B76748" w:rsidTr="00B76748" w14:paraId="3598B722" w14:textId="77777777">
        <w:tc>
          <w:tcPr>
            <w:tcW w:w="9520" w:type="dxa"/>
          </w:tcPr>
          <w:p w:rsidRPr="00B76748" w:rsidR="00B76748" w:rsidP="00B73F17" w:rsidRDefault="00B76748" w14:paraId="3598B72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Służby mundurowe w symulacjach sytuacji kryzysowej</w:t>
            </w:r>
          </w:p>
        </w:tc>
      </w:tr>
      <w:tr w:rsidRPr="009C54AE" w:rsidR="00B76748" w:rsidTr="00B76748" w14:paraId="3598B724" w14:textId="77777777">
        <w:trPr>
          <w:trHeight w:val="92"/>
        </w:trPr>
        <w:tc>
          <w:tcPr>
            <w:tcW w:w="9520" w:type="dxa"/>
          </w:tcPr>
          <w:p w:rsidRPr="00B76748" w:rsidR="00B76748" w:rsidP="00B73F17" w:rsidRDefault="00B76748" w14:paraId="3598B72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Siły Zbrojne RP w symulacji sytuacji kryzysowej</w:t>
            </w:r>
          </w:p>
        </w:tc>
      </w:tr>
    </w:tbl>
    <w:p w:rsidRPr="009C54AE" w:rsidR="0085747A" w:rsidP="00B73F17" w:rsidRDefault="0085747A" w14:paraId="3598B725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9C54AE" w:rsidR="0085747A" w:rsidP="00B73F17" w:rsidRDefault="009F4610" w14:paraId="3598B726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B73F17" w:rsidRDefault="0085747A" w14:paraId="3598B727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2C0C8F" w:rsidR="0085747A" w:rsidP="00B73F17" w:rsidRDefault="00560668" w14:paraId="3598B729" w14:textId="0527656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warsztaty</w:t>
      </w:r>
      <w:r w:rsidRPr="00153C41" w:rsid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Pr="00153C41" w:rsidR="009F4610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2C0C8F">
        <w:rPr>
          <w:rFonts w:ascii="Corbel" w:hAnsi="Corbel"/>
          <w:b w:val="0"/>
          <w:i/>
          <w:smallCaps w:val="0"/>
          <w:sz w:val="20"/>
          <w:szCs w:val="20"/>
        </w:rPr>
        <w:t>).</w:t>
      </w:r>
    </w:p>
    <w:p w:rsidR="002C0C8F" w:rsidP="00B73F17" w:rsidRDefault="002C0C8F" w14:paraId="3598B72A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2B5E7A" w:rsidP="00B73F17" w:rsidRDefault="002B5E7A" w14:paraId="3598B72B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9C54AE" w:rsidR="0085747A" w:rsidP="00B73F17" w:rsidRDefault="00C61DC5" w14:paraId="3598B72C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B73F17" w:rsidRDefault="00923D7D" w14:paraId="3598B72D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9C54AE" w:rsidR="0085747A" w:rsidP="00B73F17" w:rsidRDefault="0085747A" w14:paraId="3598B72E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B73F17" w:rsidRDefault="0085747A" w14:paraId="3598B72F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3598B735" w14:textId="77777777">
        <w:tc>
          <w:tcPr>
            <w:tcW w:w="1985" w:type="dxa"/>
            <w:vAlign w:val="center"/>
          </w:tcPr>
          <w:p w:rsidRPr="009C54AE" w:rsidR="0085747A" w:rsidP="00B73F17" w:rsidRDefault="0071620A" w14:paraId="3598B73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B73F17" w:rsidRDefault="00F974DA" w14:paraId="3598B73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B73F17" w:rsidRDefault="009F4610" w14:paraId="3598B73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B73F17" w:rsidRDefault="0085747A" w14:paraId="3598B73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B73F17" w:rsidRDefault="0085747A" w14:paraId="3598B73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3598B739" w14:textId="77777777">
        <w:tc>
          <w:tcPr>
            <w:tcW w:w="1985" w:type="dxa"/>
          </w:tcPr>
          <w:p w:rsidRPr="009C54AE" w:rsidR="0085747A" w:rsidP="00B73F17" w:rsidRDefault="0085747A" w14:paraId="3598B73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AB478D" w:rsidR="0085747A" w:rsidP="00B73F17" w:rsidRDefault="00AB478D" w14:paraId="3598B73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Pr="009C54AE" w:rsidR="0085747A" w:rsidP="00B73F17" w:rsidRDefault="002B5E7A" w14:paraId="3598B73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Pr="009C54AE" w:rsidR="0085747A" w:rsidTr="00C05F44" w14:paraId="3598B73D" w14:textId="77777777">
        <w:tc>
          <w:tcPr>
            <w:tcW w:w="1985" w:type="dxa"/>
          </w:tcPr>
          <w:p w:rsidRPr="009C54AE" w:rsidR="0085747A" w:rsidP="00B73F17" w:rsidRDefault="0085747A" w14:paraId="3598B73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B73F17" w:rsidRDefault="00AB478D" w14:paraId="3598B73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Kolokwium</w:t>
            </w:r>
          </w:p>
        </w:tc>
        <w:tc>
          <w:tcPr>
            <w:tcW w:w="2126" w:type="dxa"/>
          </w:tcPr>
          <w:p w:rsidRPr="009C54AE" w:rsidR="0085747A" w:rsidP="00B73F17" w:rsidRDefault="002B5E7A" w14:paraId="3598B73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Pr="009C54AE" w:rsidR="002B5E7A" w:rsidTr="00C05F44" w14:paraId="3598B741" w14:textId="77777777">
        <w:tc>
          <w:tcPr>
            <w:tcW w:w="1985" w:type="dxa"/>
          </w:tcPr>
          <w:p w:rsidRPr="009C54AE" w:rsidR="002B5E7A" w:rsidP="00B73F17" w:rsidRDefault="002B5E7A" w14:paraId="3598B73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9C54AE" w:rsidR="002B5E7A" w:rsidP="00B73F17" w:rsidRDefault="00AB478D" w14:paraId="3598B73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Pr="009C54AE" w:rsidR="002B5E7A" w:rsidP="00B73F17" w:rsidRDefault="002B5E7A" w14:paraId="3598B74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Pr="009C54AE" w:rsidR="002B5E7A" w:rsidTr="00C05F44" w14:paraId="3598B745" w14:textId="77777777">
        <w:tc>
          <w:tcPr>
            <w:tcW w:w="1985" w:type="dxa"/>
          </w:tcPr>
          <w:p w:rsidRPr="009C54AE" w:rsidR="002B5E7A" w:rsidP="00B73F17" w:rsidRDefault="002B5E7A" w14:paraId="3598B74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9C54AE" w:rsidR="002B5E7A" w:rsidP="00B73F17" w:rsidRDefault="00AB478D" w14:paraId="3598B74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2B5E7A" w:rsidP="00B73F17" w:rsidRDefault="002B5E7A" w14:paraId="3598B74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Pr="009C54AE" w:rsidR="002B5E7A" w:rsidTr="00C05F44" w14:paraId="3598B749" w14:textId="77777777">
        <w:tc>
          <w:tcPr>
            <w:tcW w:w="1985" w:type="dxa"/>
          </w:tcPr>
          <w:p w:rsidRPr="009C54AE" w:rsidR="002B5E7A" w:rsidP="00B73F17" w:rsidRDefault="002B5E7A" w14:paraId="3598B74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5528" w:type="dxa"/>
          </w:tcPr>
          <w:p w:rsidRPr="009C54AE" w:rsidR="002B5E7A" w:rsidP="00B73F17" w:rsidRDefault="00AB478D" w14:paraId="3598B74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Pr="009C54AE" w:rsidR="002B5E7A" w:rsidP="00B73F17" w:rsidRDefault="002B5E7A" w14:paraId="3598B74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Pr="009C54AE" w:rsidR="00923D7D" w:rsidP="00B73F17" w:rsidRDefault="00923D7D" w14:paraId="3598B74A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85747A" w:rsidP="00B73F17" w:rsidRDefault="003E1941" w14:paraId="3598B74B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B73F17" w:rsidRDefault="00923D7D" w14:paraId="3598B74C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598B750" w14:textId="77777777">
        <w:tc>
          <w:tcPr>
            <w:tcW w:w="9670" w:type="dxa"/>
          </w:tcPr>
          <w:p w:rsidRPr="009C54AE" w:rsidR="0085747A" w:rsidP="00B73F17" w:rsidRDefault="002C0C8F" w14:paraId="3598B74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zajęciach, przygotowanie projektu, pozytywna ocena z kolokwium</w:t>
            </w:r>
          </w:p>
          <w:p w:rsidRPr="009C54AE" w:rsidR="00923D7D" w:rsidP="00B73F17" w:rsidRDefault="00923D7D" w14:paraId="3598B74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85747A" w:rsidP="00B73F17" w:rsidRDefault="0085747A" w14:paraId="3598B74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P="00B73F17" w:rsidRDefault="0085747A" w14:paraId="3598B751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2C0C8F" w:rsidP="00B73F17" w:rsidRDefault="002C0C8F" w14:paraId="3598B75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9F4610" w:rsidP="00B73F17" w:rsidRDefault="0085747A" w14:paraId="3598B75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B73F17" w:rsidRDefault="0085747A" w14:paraId="3598B754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76EE6BC8" w14:paraId="3598B757" w14:textId="77777777">
        <w:tc>
          <w:tcPr>
            <w:tcW w:w="4962" w:type="dxa"/>
            <w:tcMar/>
            <w:vAlign w:val="center"/>
          </w:tcPr>
          <w:p w:rsidRPr="009C54AE" w:rsidR="0085747A" w:rsidP="00B73F17" w:rsidRDefault="00C61DC5" w14:paraId="3598B75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B73F17" w:rsidRDefault="00C61DC5" w14:paraId="3598B75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76EE6BC8" w14:paraId="3598B75A" w14:textId="77777777">
        <w:tc>
          <w:tcPr>
            <w:tcW w:w="4962" w:type="dxa"/>
            <w:tcMar/>
          </w:tcPr>
          <w:p w:rsidRPr="009C54AE" w:rsidR="0085747A" w:rsidP="00B73F17" w:rsidRDefault="00C61DC5" w14:paraId="3598B75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76EE6BC8" w:rsidRDefault="002C0C8F" w14:paraId="3598B759" w14:textId="77777777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76EE6BC8" w:rsidR="002C0C8F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C54AE" w:rsidR="00C61DC5" w:rsidTr="76EE6BC8" w14:paraId="3598B75E" w14:textId="77777777">
        <w:tc>
          <w:tcPr>
            <w:tcW w:w="4962" w:type="dxa"/>
            <w:tcMar/>
          </w:tcPr>
          <w:p w:rsidRPr="009C54AE" w:rsidR="00C61DC5" w:rsidP="00B73F17" w:rsidRDefault="00C61DC5" w14:paraId="3598B75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B73F17" w:rsidRDefault="00C61DC5" w14:paraId="3598B75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76EE6BC8" w:rsidRDefault="002C0C8F" w14:paraId="3598B75D" w14:textId="77777777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76EE6BC8" w:rsidR="002C0C8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76EE6BC8" w14:paraId="3598B762" w14:textId="77777777">
        <w:tc>
          <w:tcPr>
            <w:tcW w:w="4962" w:type="dxa"/>
            <w:tcMar/>
          </w:tcPr>
          <w:p w:rsidRPr="009C54AE" w:rsidR="0071620A" w:rsidP="00B73F17" w:rsidRDefault="00C61DC5" w14:paraId="3598B75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B73F17" w:rsidRDefault="00C61DC5" w14:paraId="3598B76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76EE6BC8" w:rsidRDefault="002C0C8F" w14:paraId="3598B761" w14:textId="77777777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76EE6BC8" w:rsidR="002C0C8F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Pr="009C54AE" w:rsidR="0085747A" w:rsidTr="76EE6BC8" w14:paraId="3598B765" w14:textId="77777777">
        <w:tc>
          <w:tcPr>
            <w:tcW w:w="4962" w:type="dxa"/>
            <w:tcMar/>
          </w:tcPr>
          <w:p w:rsidRPr="009C54AE" w:rsidR="0085747A" w:rsidP="00B73F17" w:rsidRDefault="0085747A" w14:paraId="3598B76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76EE6BC8" w:rsidRDefault="002C0C8F" w14:paraId="3598B764" w14:textId="77777777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76EE6BC8" w:rsidR="002C0C8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76EE6BC8" w14:paraId="3598B768" w14:textId="77777777">
        <w:tc>
          <w:tcPr>
            <w:tcW w:w="4962" w:type="dxa"/>
            <w:tcMar/>
          </w:tcPr>
          <w:p w:rsidRPr="009C54AE" w:rsidR="0085747A" w:rsidP="00B73F17" w:rsidRDefault="0085747A" w14:paraId="3598B76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76EE6BC8" w:rsidRDefault="002C0C8F" w14:paraId="3598B767" w14:textId="77777777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76EE6BC8" w:rsidR="002C0C8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B73F17" w:rsidRDefault="00923D7D" w14:paraId="3598B769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B73F17" w:rsidRDefault="003E1941" w14:paraId="3598B76A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85747A" w:rsidP="00B73F17" w:rsidRDefault="0071620A" w14:paraId="3598B76B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B73F17" w:rsidRDefault="0085747A" w14:paraId="3598B76C" w14:textId="77777777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3598B76F" w14:textId="77777777">
        <w:trPr>
          <w:trHeight w:val="397"/>
        </w:trPr>
        <w:tc>
          <w:tcPr>
            <w:tcW w:w="3544" w:type="dxa"/>
          </w:tcPr>
          <w:p w:rsidRPr="009C54AE" w:rsidR="0085747A" w:rsidP="00B73F17" w:rsidRDefault="0085747A" w14:paraId="3598B76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B73F17" w:rsidRDefault="0085747A" w14:paraId="3598B76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3598B772" w14:textId="77777777">
        <w:trPr>
          <w:trHeight w:val="397"/>
        </w:trPr>
        <w:tc>
          <w:tcPr>
            <w:tcW w:w="3544" w:type="dxa"/>
          </w:tcPr>
          <w:p w:rsidRPr="009C54AE" w:rsidR="0085747A" w:rsidP="00B73F17" w:rsidRDefault="0085747A" w14:paraId="3598B77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B73F17" w:rsidRDefault="0085747A" w14:paraId="3598B77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P="00B73F17" w:rsidRDefault="003E1941" w14:paraId="3598B773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AB478D" w:rsidP="00B73F17" w:rsidRDefault="00AB478D" w14:paraId="3598B774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85747A" w:rsidP="00B73F17" w:rsidRDefault="00675843" w14:paraId="3598B775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B73F17" w:rsidRDefault="00675843" w14:paraId="3598B776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616F5E8F" w14:paraId="3598B77A" w14:textId="77777777">
        <w:trPr>
          <w:trHeight w:val="397"/>
        </w:trPr>
        <w:tc>
          <w:tcPr>
            <w:tcW w:w="7513" w:type="dxa"/>
            <w:tcMar/>
          </w:tcPr>
          <w:p w:rsidR="0085747A" w:rsidP="00B73F17" w:rsidRDefault="0085747A" w14:paraId="3598B77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B76748" w:rsidR="00B76748" w:rsidP="00B73F17" w:rsidRDefault="00B76748" w14:paraId="3871A4EE" w14:textId="77777777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Więcek W., Bieniek J., Podstawy zarządzania kryzysowego i scenariusze ćwiczeń, Warszawa 2014.</w:t>
            </w:r>
          </w:p>
          <w:p w:rsidRPr="00B76748" w:rsidR="00962F05" w:rsidP="00B73F17" w:rsidRDefault="00B76748" w14:paraId="3598B779" w14:textId="33EDB1C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Zarządzanie kryzysowe. Teoria, praktyka, konteksty, badania, red. J.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B76748">
              <w:rPr>
                <w:rFonts w:ascii="Corbel" w:hAnsi="Corbel"/>
                <w:sz w:val="24"/>
                <w:szCs w:val="24"/>
              </w:rPr>
              <w:t>Stawnicka, B. Wiśniewski, R. Socha, Szczytno 2011.</w:t>
            </w:r>
          </w:p>
        </w:tc>
      </w:tr>
      <w:tr w:rsidRPr="009C54AE" w:rsidR="0085747A" w:rsidTr="616F5E8F" w14:paraId="3598B780" w14:textId="77777777">
        <w:trPr>
          <w:trHeight w:val="397"/>
        </w:trPr>
        <w:tc>
          <w:tcPr>
            <w:tcW w:w="7513" w:type="dxa"/>
            <w:tcMar/>
          </w:tcPr>
          <w:p w:rsidR="0085747A" w:rsidP="00B73F17" w:rsidRDefault="0085747A" w14:paraId="3598B77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6A8C3B26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Pr="00B76748" w:rsidR="00DE49E2" w:rsidP="616F5E8F" w:rsidRDefault="00962F05" w14:paraId="3598B77D" w14:textId="4AE47E41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16F5E8F" w:rsidR="00962F0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Bąk</w:t>
            </w:r>
            <w:r w:rsidRPr="616F5E8F" w:rsidR="00B7674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16F5E8F" w:rsidR="00B7674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T.</w:t>
            </w:r>
            <w:r w:rsidRPr="616F5E8F" w:rsidR="00962F0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Zarządzanie kryzysowe w przypadku zamachu terrorystycznego, „Zeszyty Naukowe WSOWL”, ISNN 1731-8157, nr 3(157) 2010. </w:t>
            </w:r>
          </w:p>
          <w:p w:rsidR="00B76748" w:rsidP="00B73F17" w:rsidRDefault="00B76748" w14:paraId="25981FAF" w14:textId="77777777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Pr="00B76748" w:rsidR="00962F05" w:rsidP="6A8C3B26" w:rsidRDefault="00962F05" w14:paraId="3598B77E" w14:textId="6063457F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A8C3B26" w:rsidR="00962F0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Koszela</w:t>
            </w:r>
            <w:r w:rsidRPr="6A8C3B26" w:rsidR="00B7674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A8C3B26" w:rsidR="00B7674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J.</w:t>
            </w:r>
            <w:r w:rsidRPr="6A8C3B26" w:rsidR="00962F0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 </w:t>
            </w:r>
            <w:proofErr w:type="spellStart"/>
            <w:r w:rsidRPr="6A8C3B26" w:rsidR="00962F0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Wantoch</w:t>
            </w:r>
            <w:proofErr w:type="spellEnd"/>
            <w:r w:rsidRPr="6A8C3B26" w:rsidR="00962F0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-Rekowski</w:t>
            </w:r>
            <w:r w:rsidRPr="6A8C3B26" w:rsidR="23C0BC3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R.</w:t>
            </w:r>
            <w:r w:rsidRPr="6A8C3B26" w:rsidR="00962F0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Zastosowania symulatorów do szkolenia w zakresie sytuacji kryzysowych, „Bezpieczeństwo i technika pożarnicza”, nr 1, 2013. </w:t>
            </w:r>
          </w:p>
          <w:p w:rsidR="6A8C3B26" w:rsidP="6A8C3B26" w:rsidRDefault="6A8C3B26" w14:paraId="7CE494C5" w14:textId="2D7CFD73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</w:p>
          <w:p w:rsidR="55423F48" w:rsidP="6A8C3B26" w:rsidRDefault="55423F48" w14:paraId="4161C38E" w14:textId="3727EAB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A8C3B26" w:rsidR="55423F48">
              <w:rPr>
                <w:rFonts w:ascii="Corbel" w:hAnsi="Corbel"/>
                <w:b w:val="0"/>
                <w:bCs w:val="0"/>
                <w:caps w:val="0"/>
                <w:smallCaps w:val="0"/>
              </w:rPr>
              <w:t>Kuśmierek Z., Udział wojska w sytuacjach kryzysowych, „Zeszyty Naukowe Państwowej Wyższej Szkoły Zawodowej im. Witelona w Legnicy”, ISSN 1896-8333, nr 10 (1) /2014.</w:t>
            </w:r>
          </w:p>
          <w:p w:rsidR="6A8C3B26" w:rsidP="6A8C3B26" w:rsidRDefault="6A8C3B26" w14:paraId="4BE6B209" w14:textId="1AF1A9A7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</w:p>
          <w:p w:rsidRPr="00962F05" w:rsidR="00962F05" w:rsidP="00B73F17" w:rsidRDefault="00962F05" w14:paraId="3598B77F" w14:textId="4346656F">
            <w:pPr>
              <w:pStyle w:val="Punktygwne"/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9C54AE" w:rsidR="0085747A" w:rsidP="00B73F17" w:rsidRDefault="0085747A" w14:paraId="3598B781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85747A" w:rsidP="00B73F17" w:rsidRDefault="0085747A" w14:paraId="3598B782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85747A" w:rsidP="00B73F17" w:rsidRDefault="0085747A" w14:paraId="3598B783" w14:textId="77777777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2CBA" w:rsidP="00C16ABF" w:rsidRDefault="00D42CBA" w14:paraId="378E5EF5" w14:textId="77777777">
      <w:pPr>
        <w:spacing w:after="0" w:line="240" w:lineRule="auto"/>
      </w:pPr>
      <w:r>
        <w:separator/>
      </w:r>
    </w:p>
  </w:endnote>
  <w:endnote w:type="continuationSeparator" w:id="0">
    <w:p w:rsidR="00D42CBA" w:rsidP="00C16ABF" w:rsidRDefault="00D42CBA" w14:paraId="3423C97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2CBA" w:rsidP="00C16ABF" w:rsidRDefault="00D42CBA" w14:paraId="15F6E9DD" w14:textId="77777777">
      <w:pPr>
        <w:spacing w:after="0" w:line="240" w:lineRule="auto"/>
      </w:pPr>
      <w:r>
        <w:separator/>
      </w:r>
    </w:p>
  </w:footnote>
  <w:footnote w:type="continuationSeparator" w:id="0">
    <w:p w:rsidR="00D42CBA" w:rsidP="00C16ABF" w:rsidRDefault="00D42CBA" w14:paraId="29211838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598B78C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94B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1B28"/>
    <w:rsid w:val="002B4D55"/>
    <w:rsid w:val="002B5E7A"/>
    <w:rsid w:val="002B5EA0"/>
    <w:rsid w:val="002B6119"/>
    <w:rsid w:val="002C0C8F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768"/>
    <w:rsid w:val="003967F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17B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668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620"/>
    <w:rsid w:val="00654934"/>
    <w:rsid w:val="006620D9"/>
    <w:rsid w:val="00671958"/>
    <w:rsid w:val="00675843"/>
    <w:rsid w:val="00696477"/>
    <w:rsid w:val="006C748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F11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6877"/>
    <w:rsid w:val="0081554D"/>
    <w:rsid w:val="0081707E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1B83"/>
    <w:rsid w:val="00962F05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0DB"/>
    <w:rsid w:val="009F3C5C"/>
    <w:rsid w:val="009F4610"/>
    <w:rsid w:val="00A00ECC"/>
    <w:rsid w:val="00A155EE"/>
    <w:rsid w:val="00A1612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B478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3F17"/>
    <w:rsid w:val="00B75946"/>
    <w:rsid w:val="00B76748"/>
    <w:rsid w:val="00B8056E"/>
    <w:rsid w:val="00B819C8"/>
    <w:rsid w:val="00B82308"/>
    <w:rsid w:val="00B90885"/>
    <w:rsid w:val="00BB1816"/>
    <w:rsid w:val="00BB520A"/>
    <w:rsid w:val="00BD3869"/>
    <w:rsid w:val="00BD66E9"/>
    <w:rsid w:val="00BD6FF4"/>
    <w:rsid w:val="00BE7600"/>
    <w:rsid w:val="00BF2C41"/>
    <w:rsid w:val="00C058B4"/>
    <w:rsid w:val="00C05F44"/>
    <w:rsid w:val="00C131B5"/>
    <w:rsid w:val="00C16ABF"/>
    <w:rsid w:val="00C170AE"/>
    <w:rsid w:val="00C2109D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CBA"/>
    <w:rsid w:val="00D552B2"/>
    <w:rsid w:val="00D608D1"/>
    <w:rsid w:val="00D74119"/>
    <w:rsid w:val="00D8075B"/>
    <w:rsid w:val="00D8678B"/>
    <w:rsid w:val="00DA2114"/>
    <w:rsid w:val="00DE09C0"/>
    <w:rsid w:val="00DE49E2"/>
    <w:rsid w:val="00DE4A14"/>
    <w:rsid w:val="00DF320D"/>
    <w:rsid w:val="00DF71C8"/>
    <w:rsid w:val="00E129B8"/>
    <w:rsid w:val="00E1508A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C22518"/>
    <w:rsid w:val="0CC58503"/>
    <w:rsid w:val="11D9D9E2"/>
    <w:rsid w:val="170B1288"/>
    <w:rsid w:val="23C0BC33"/>
    <w:rsid w:val="24AA4B57"/>
    <w:rsid w:val="26817798"/>
    <w:rsid w:val="2C7DF772"/>
    <w:rsid w:val="2DCAA100"/>
    <w:rsid w:val="3250F401"/>
    <w:rsid w:val="35857FDC"/>
    <w:rsid w:val="38280F25"/>
    <w:rsid w:val="3F2E12E2"/>
    <w:rsid w:val="426C9D94"/>
    <w:rsid w:val="46E88F1A"/>
    <w:rsid w:val="54C570D7"/>
    <w:rsid w:val="54E07479"/>
    <w:rsid w:val="55423F48"/>
    <w:rsid w:val="600EB95E"/>
    <w:rsid w:val="616F5E8F"/>
    <w:rsid w:val="6985120A"/>
    <w:rsid w:val="699BEE39"/>
    <w:rsid w:val="6A768EC6"/>
    <w:rsid w:val="6A8C3B26"/>
    <w:rsid w:val="76EE6BC8"/>
    <w:rsid w:val="797C8E80"/>
    <w:rsid w:val="79AE9989"/>
    <w:rsid w:val="7A21B821"/>
    <w:rsid w:val="7DE1A2A4"/>
    <w:rsid w:val="7EF6D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8B674"/>
  <w15:docId w15:val="{1A5707D4-CEA0-4A89-AB19-E1D805449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0768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37076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768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7076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56ABC-CE6C-46E5-9593-E6CA1292EA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B8A564-D5F9-47F4-8C9C-FBAC9E51B15E}"/>
</file>

<file path=customXml/itemProps3.xml><?xml version="1.0" encoding="utf-8"?>
<ds:datastoreItem xmlns:ds="http://schemas.openxmlformats.org/officeDocument/2006/customXml" ds:itemID="{89C61326-BAFA-403E-B7A9-F186228FA5BA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23cdcff9-4da5-4ae5-9ed2-4324298199aa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5D45AF5-1260-40EC-BF4B-B92DC7FB960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19</cp:revision>
  <cp:lastPrinted>2019-02-06T12:12:00Z</cp:lastPrinted>
  <dcterms:created xsi:type="dcterms:W3CDTF">2020-11-18T10:37:00Z</dcterms:created>
  <dcterms:modified xsi:type="dcterms:W3CDTF">2021-11-15T11:37:26Z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